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56D33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1EF2E4AC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B65CAB">
        <w:rPr>
          <w:rFonts w:ascii="Corbel" w:hAnsi="Corbel"/>
          <w:i/>
          <w:smallCaps/>
          <w:sz w:val="24"/>
          <w:szCs w:val="24"/>
        </w:rPr>
        <w:t>2019-2022</w:t>
      </w:r>
    </w:p>
    <w:p w14:paraId="6419B417" w14:textId="244F130B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B65CAB">
        <w:rPr>
          <w:rFonts w:ascii="Corbel" w:hAnsi="Corbel"/>
          <w:sz w:val="20"/>
          <w:szCs w:val="20"/>
        </w:rPr>
        <w:t>1</w:t>
      </w:r>
      <w:r w:rsidR="0077625B">
        <w:rPr>
          <w:rFonts w:ascii="Corbel" w:hAnsi="Corbel"/>
          <w:sz w:val="20"/>
          <w:szCs w:val="20"/>
        </w:rPr>
        <w:t>/202</w:t>
      </w:r>
      <w:r w:rsidR="00B65CAB">
        <w:rPr>
          <w:rFonts w:ascii="Corbel" w:hAnsi="Corbel"/>
          <w:sz w:val="20"/>
          <w:szCs w:val="20"/>
        </w:rPr>
        <w:t>2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00B819C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00B819C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EP</w:t>
            </w:r>
            <w:proofErr w:type="spellEnd"/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/C.6</w:t>
            </w:r>
          </w:p>
        </w:tc>
      </w:tr>
      <w:tr w:rsidR="0085747A" w:rsidRPr="00572060" w14:paraId="1CD1D50E" w14:textId="77777777" w:rsidTr="00B819C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00B819C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00B819C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00B819C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00B819C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00B819C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72060" w14:paraId="02F71A95" w14:textId="77777777" w:rsidTr="00B819C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00B819C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00B819C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00B819C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572060" w14:paraId="2F6DEF3F" w14:textId="77777777" w:rsidTr="00B819C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572060">
        <w:rPr>
          <w:rFonts w:ascii="Corbel" w:hAnsi="Corbel"/>
          <w:sz w:val="24"/>
          <w:szCs w:val="24"/>
        </w:rPr>
        <w:t>ECTS</w:t>
      </w:r>
      <w:proofErr w:type="spellEnd"/>
      <w:r w:rsidRPr="00572060">
        <w:rPr>
          <w:rFonts w:ascii="Corbel" w:hAnsi="Corbel"/>
          <w:sz w:val="24"/>
          <w:szCs w:val="24"/>
        </w:rPr>
        <w:t xml:space="preserve">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57206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22E2AB36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6CCF0CDB" w:rsidR="00015B8F" w:rsidRPr="00572060" w:rsidRDefault="000137ED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010EE861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2C501D67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2C501D67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1C0ED797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–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2C501D67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2C501D67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5422AE89" w:rsidR="002E621E" w:rsidRPr="00572060" w:rsidRDefault="002E621E" w:rsidP="00E53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572060" w14:paraId="1E968DD6" w14:textId="77777777" w:rsidTr="2C501D67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3F51762C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</w:t>
            </w:r>
            <w:r w:rsidR="001D568A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572060" w14:paraId="4BE4900D" w14:textId="77777777" w:rsidTr="2C501D67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1E589BA9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2</w:t>
            </w:r>
          </w:p>
          <w:p w14:paraId="09A2F6D9" w14:textId="035B55BA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4DA911C0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aplikacji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Comarch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ERP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OPTIMA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7ED" w:rsidRPr="00572060" w14:paraId="2E26014D" w14:textId="77777777" w:rsidTr="2C501D67">
        <w:tc>
          <w:tcPr>
            <w:tcW w:w="1588" w:type="dxa"/>
          </w:tcPr>
          <w:p w14:paraId="443B05BE" w14:textId="00BF82C5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525D7E16" w:rsidR="000137ED" w:rsidRPr="000137ED" w:rsidRDefault="000137ED" w:rsidP="000137E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0137E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137ED" w:rsidRPr="00572060" w14:paraId="307F0194" w14:textId="77777777" w:rsidTr="2C501D67">
        <w:tc>
          <w:tcPr>
            <w:tcW w:w="1588" w:type="dxa"/>
          </w:tcPr>
          <w:p w14:paraId="030CB906" w14:textId="4E08603C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08F33C2F" w:rsidR="000137ED" w:rsidRPr="000137ED" w:rsidRDefault="000137ED" w:rsidP="000137E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0137ED">
              <w:rPr>
                <w:rFonts w:ascii="Corbel" w:hAnsi="Corbel"/>
                <w:b w:val="0"/>
                <w:szCs w:val="24"/>
              </w:rPr>
              <w:t>Lab.</w:t>
            </w:r>
            <w:bookmarkStart w:id="1" w:name="_GoBack"/>
            <w:bookmarkEnd w:id="1"/>
          </w:p>
        </w:tc>
      </w:tr>
      <w:tr w:rsidR="000137ED" w:rsidRPr="00572060" w14:paraId="360034C0" w14:textId="77777777" w:rsidTr="2C501D67">
        <w:tc>
          <w:tcPr>
            <w:tcW w:w="1588" w:type="dxa"/>
          </w:tcPr>
          <w:p w14:paraId="136C626F" w14:textId="3260BF22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3E54EE8F" w:rsidR="000137ED" w:rsidRPr="000137ED" w:rsidRDefault="000137ED" w:rsidP="000137E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0137E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137ED" w:rsidRPr="00572060" w14:paraId="0499AC5B" w14:textId="77777777" w:rsidTr="2C501D67">
        <w:tc>
          <w:tcPr>
            <w:tcW w:w="1588" w:type="dxa"/>
          </w:tcPr>
          <w:p w14:paraId="40F4688A" w14:textId="122E3C23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41FB5229" w:rsidR="000137ED" w:rsidRPr="000137ED" w:rsidRDefault="000137ED" w:rsidP="000137E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0137E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137ED" w:rsidRPr="00572060" w14:paraId="474C08C1" w14:textId="77777777" w:rsidTr="2C501D67">
        <w:tc>
          <w:tcPr>
            <w:tcW w:w="1588" w:type="dxa"/>
          </w:tcPr>
          <w:p w14:paraId="1675C9D8" w14:textId="12C5C756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0137ED" w:rsidRPr="00572060" w:rsidRDefault="000137ED" w:rsidP="000137E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4AC8E428" w:rsidR="000137ED" w:rsidRPr="000137ED" w:rsidRDefault="000137ED" w:rsidP="000137E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0137E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7206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72060">
        <w:rPr>
          <w:rFonts w:ascii="Corbel" w:hAnsi="Corbel"/>
          <w:b/>
          <w:sz w:val="24"/>
          <w:szCs w:val="24"/>
        </w:rPr>
        <w:t xml:space="preserve">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572060" w14:paraId="27BF914E" w14:textId="77777777" w:rsidTr="002E621E">
        <w:tc>
          <w:tcPr>
            <w:tcW w:w="4901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2E621E">
        <w:tc>
          <w:tcPr>
            <w:tcW w:w="4901" w:type="dxa"/>
          </w:tcPr>
          <w:p w14:paraId="7B362617" w14:textId="13D6DB6E" w:rsidR="0085747A" w:rsidRPr="00572060" w:rsidRDefault="00C61DC5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4D355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7602881" w14:textId="77777777" w:rsidR="0085747A" w:rsidRPr="00572060" w:rsidRDefault="004D3552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72060" w14:paraId="3832DF25" w14:textId="77777777" w:rsidTr="002E621E">
        <w:tc>
          <w:tcPr>
            <w:tcW w:w="4901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2E621E">
        <w:tc>
          <w:tcPr>
            <w:tcW w:w="4901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14:paraId="3958BAD9" w14:textId="2192DC57" w:rsidR="00C61DC5" w:rsidRPr="00572060" w:rsidRDefault="00E37E7B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572060" w14:paraId="71C051D7" w14:textId="77777777" w:rsidTr="002E621E">
        <w:tc>
          <w:tcPr>
            <w:tcW w:w="4901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2E621E">
        <w:tc>
          <w:tcPr>
            <w:tcW w:w="4901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7206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7206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7206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2070DCB" w14:textId="761B0262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OPTIMA, Księga handlowa,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53A8F1C6" w14:textId="2ED47757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OPTIMA, Kadry i Płace,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13500848" w14:textId="27F308DE" w:rsidR="004D5AB3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EBB03" w14:textId="77777777" w:rsidR="006B49BA" w:rsidRDefault="006B49BA" w:rsidP="00C16ABF">
      <w:pPr>
        <w:spacing w:after="0" w:line="240" w:lineRule="auto"/>
      </w:pPr>
      <w:r>
        <w:separator/>
      </w:r>
    </w:p>
  </w:endnote>
  <w:endnote w:type="continuationSeparator" w:id="0">
    <w:p w14:paraId="03F5D137" w14:textId="77777777" w:rsidR="006B49BA" w:rsidRDefault="006B49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9F033" w14:textId="77777777" w:rsidR="006B49BA" w:rsidRDefault="006B49BA" w:rsidP="00C16ABF">
      <w:pPr>
        <w:spacing w:after="0" w:line="240" w:lineRule="auto"/>
      </w:pPr>
      <w:r>
        <w:separator/>
      </w:r>
    </w:p>
  </w:footnote>
  <w:footnote w:type="continuationSeparator" w:id="0">
    <w:p w14:paraId="2D25C06D" w14:textId="77777777" w:rsidR="006B49BA" w:rsidRDefault="006B49BA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E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0E8C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B49BA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5CA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34C4D164"/>
    <w:rsid w:val="4A23E485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1BBDD-222B-4793-8D0C-320F640D4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DFF168-5C55-423E-B3EA-E8162DF4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852</Words>
  <Characters>5112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2018-01-27T09:13:00Z</cp:lastPrinted>
  <dcterms:created xsi:type="dcterms:W3CDTF">2020-10-20T11:04:00Z</dcterms:created>
  <dcterms:modified xsi:type="dcterms:W3CDTF">2021-11-02T08:04:00Z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